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D0DCB49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56598C" w:rsidRPr="0056598C">
        <w:rPr>
          <w:rFonts w:cstheme="minorHAnsi"/>
          <w:b/>
          <w:lang w:eastAsia="pl-PL"/>
        </w:rPr>
        <w:t>POST/DYS/OLD/GZ/04350/2025</w:t>
      </w:r>
      <w:r w:rsidR="0056598C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56598C" w:rsidRPr="0056598C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Piotrków Tryb. w obrębie miasta i gminy Piotrków Trybunalski, Sulejów, Wolbórz, Mniszków, Aleksandrów, Wola Krzysztoporska, Rozprza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8B8719" w14:textId="77777777" w:rsidR="00B73C18" w:rsidRDefault="00B73C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7AC66638" w:rsidR="00347E8D" w:rsidRPr="006B2C28" w:rsidRDefault="0056598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6598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POST/DYS/OLD/GZ/04350/2025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3040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472E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598C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POST/DYS/OLD/GZ/04350/2025                        </dmsv2SWPP2ObjectNumber>
    <dmsv2SWPP2SumMD5 xmlns="http://schemas.microsoft.com/sharepoint/v3">0549bee65bd519650e03dbd5cce0ee4e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23891317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JEUP5JKVCYQC-1440096624-5443</_dlc_DocId>
    <_dlc_DocIdUrl xmlns="a19cb1c7-c5c7-46d4-85ae-d83685407bba">
      <Url>https://swpp2.dms.gkpge.pl/sites/41/_layouts/15/DocIdRedir.aspx?ID=JEUP5JKVCYQC-1440096624-5443</Url>
      <Description>JEUP5JKVCYQC-1440096624-5443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28EA9B7B-F48A-4DCE-9EA5-009A3D7CB95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11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11</cp:revision>
  <cp:lastPrinted>2024-07-15T11:21:00Z</cp:lastPrinted>
  <dcterms:created xsi:type="dcterms:W3CDTF">2025-10-02T08:28:00Z</dcterms:created>
  <dcterms:modified xsi:type="dcterms:W3CDTF">2025-12-02T09:59:00Z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833b258e-b420-42a1-b386-82f559229981</vt:lpwstr>
  </property>
</Properties>
</file>